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9C" w:rsidRPr="007F732E" w:rsidRDefault="00E76D9C" w:rsidP="000020FF">
      <w:pPr>
        <w:jc w:val="center"/>
        <w:rPr>
          <w:rFonts w:ascii="Forte" w:hAnsi="Forte" w:cs="Forte"/>
          <w:sz w:val="72"/>
          <w:szCs w:val="7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6" type="#_x0000_t75" style="position:absolute;left:0;text-align:left;margin-left:407.7pt;margin-top:-48.6pt;width:117.2pt;height:139.8pt;z-index:-251658240;visibility:visible" wrapcoords="-138 0 -138 21484 21600 21484 21600 0 -138 0">
            <v:imagedata r:id="rId7" o:title=""/>
            <w10:wrap type="tight"/>
          </v:shape>
        </w:pict>
      </w:r>
      <w:r w:rsidRPr="007F732E">
        <w:rPr>
          <w:rFonts w:ascii="Forte" w:hAnsi="Forte" w:cs="Forte"/>
          <w:sz w:val="72"/>
          <w:szCs w:val="72"/>
        </w:rPr>
        <w:t xml:space="preserve">Glass </w:t>
      </w:r>
      <w:hyperlink r:id="rId8" w:history="1">
        <w:r w:rsidRPr="00F014CA">
          <w:rPr>
            <w:rFonts w:ascii="Forte" w:hAnsi="Forte" w:cs="Forte"/>
            <w:noProof/>
            <w:vanish/>
            <w:sz w:val="72"/>
            <w:szCs w:val="72"/>
          </w:rPr>
          <w:pict>
            <v:shape id="Picture 1" o:spid="_x0000_i1025" type="#_x0000_t75" alt="http://t0.gstatic.com/images?q=tbn:ANd9GcS7uKCrOheDHj1gBX8ZkcyKNWvtkhMGAj0CSEsqYqtmVMf7IcdD0Q" href="http://www.google.com.qa/imgres?imgurl=http://www.shopaservice.com/articles/wp-content/uploads/glassrecycle.jpg&amp;imgrefurl=http://www.shopaservice.com/articles/glass-recycling-facts-and-measures/&amp;usg=__4_zz6j7_BIJxIF783SR6kCcWLDQ=&amp;h=765&amp;w=764&amp;sz=113&amp;hl=en&amp;start=1&amp;zoom=1&amp;tbnid=0M_ErRj3PrAzJM:&amp;tbnh=142&amp;tbnw=142&amp;ei=F2KlTY7iLYnqrQeW29zyCQ&amp;prev=/images?q=glass+recycle&amp;um=1&amp;hl=en&amp;biw=1003&amp;bih=415&amp;tbm=isch&amp;um=1&amp;itbs" style="width:168pt;height:167.25pt;visibility:visible" o:button="t">
              <v:fill o:detectmouseclick="t"/>
              <v:imagedata r:id="rId9" o:title=""/>
            </v:shape>
          </w:pict>
        </w:r>
      </w:hyperlink>
    </w:p>
    <w:p w:rsidR="00E76D9C" w:rsidRPr="007F732E" w:rsidRDefault="00E76D9C" w:rsidP="000020FF">
      <w:pPr>
        <w:rPr>
          <w:rFonts w:ascii="Forte" w:hAnsi="Forte" w:cs="Forte"/>
          <w:b/>
          <w:bCs/>
          <w:sz w:val="44"/>
          <w:szCs w:val="44"/>
        </w:rPr>
      </w:pPr>
      <w:r w:rsidRPr="007F732E">
        <w:rPr>
          <w:rFonts w:ascii="Forte" w:hAnsi="Forte" w:cs="Forte"/>
          <w:b/>
          <w:bCs/>
          <w:sz w:val="44"/>
          <w:szCs w:val="44"/>
        </w:rPr>
        <w:t>What happens when we waste glass?</w:t>
      </w:r>
    </w:p>
    <w:p w:rsidR="00E76D9C" w:rsidRPr="007F732E" w:rsidRDefault="00E76D9C" w:rsidP="000020FF">
      <w:pPr>
        <w:pStyle w:val="ListParagraph"/>
        <w:numPr>
          <w:ilvl w:val="0"/>
          <w:numId w:val="1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>When glass is thrown away, they take it to a landfill site.</w:t>
      </w:r>
    </w:p>
    <w:p w:rsidR="00E76D9C" w:rsidRPr="007F732E" w:rsidRDefault="00E76D9C" w:rsidP="000020FF">
      <w:pPr>
        <w:pStyle w:val="ListParagraph"/>
        <w:numPr>
          <w:ilvl w:val="0"/>
          <w:numId w:val="1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 xml:space="preserve">Lots of glass is buried in the landfill. </w:t>
      </w:r>
    </w:p>
    <w:p w:rsidR="00E76D9C" w:rsidRPr="007F732E" w:rsidRDefault="00E76D9C" w:rsidP="000020FF">
      <w:pPr>
        <w:pStyle w:val="ListParagraph"/>
        <w:numPr>
          <w:ilvl w:val="0"/>
          <w:numId w:val="1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>Glass litter is very dangerous because people can get heart from little pieces of broken glass.</w:t>
      </w:r>
    </w:p>
    <w:p w:rsidR="00E76D9C" w:rsidRPr="007F732E" w:rsidRDefault="00E76D9C" w:rsidP="000020FF">
      <w:pPr>
        <w:pStyle w:val="ListParagraph"/>
        <w:rPr>
          <w:rFonts w:ascii="Forte" w:hAnsi="Forte" w:cs="Forte"/>
          <w:b/>
          <w:bCs/>
          <w:sz w:val="44"/>
          <w:szCs w:val="44"/>
        </w:rPr>
      </w:pPr>
      <w:r w:rsidRPr="007F732E">
        <w:rPr>
          <w:rFonts w:ascii="Forte" w:hAnsi="Forte" w:cs="Forte"/>
          <w:b/>
          <w:bCs/>
          <w:sz w:val="44"/>
          <w:szCs w:val="44"/>
        </w:rPr>
        <w:t>How can we reduce glass waste?</w:t>
      </w:r>
    </w:p>
    <w:p w:rsidR="00E76D9C" w:rsidRPr="007F732E" w:rsidRDefault="00E76D9C" w:rsidP="000020FF">
      <w:pPr>
        <w:pStyle w:val="ListParagraph"/>
        <w:numPr>
          <w:ilvl w:val="0"/>
          <w:numId w:val="1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>The best way you can reduce glass is to use less glass.</w:t>
      </w:r>
    </w:p>
    <w:p w:rsidR="00E76D9C" w:rsidRPr="007F732E" w:rsidRDefault="00E76D9C" w:rsidP="000020FF">
      <w:pPr>
        <w:pStyle w:val="ListParagraph"/>
        <w:numPr>
          <w:ilvl w:val="0"/>
          <w:numId w:val="2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 xml:space="preserve">Try not to buy a lot of glass items so you can reduce them. </w:t>
      </w:r>
    </w:p>
    <w:p w:rsidR="00E76D9C" w:rsidRPr="007F732E" w:rsidRDefault="00E76D9C" w:rsidP="000020FF">
      <w:pPr>
        <w:pStyle w:val="ListParagraph"/>
        <w:numPr>
          <w:ilvl w:val="0"/>
          <w:numId w:val="2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>Ask your parents to buy glass items that last a long time, such as light bulbs.</w:t>
      </w:r>
    </w:p>
    <w:p w:rsidR="00E76D9C" w:rsidRPr="007F732E" w:rsidRDefault="00E76D9C" w:rsidP="007F732E">
      <w:pPr>
        <w:pStyle w:val="ListParagraph"/>
        <w:numPr>
          <w:ilvl w:val="0"/>
          <w:numId w:val="2"/>
        </w:numPr>
        <w:rPr>
          <w:rFonts w:ascii="Forte" w:hAnsi="Forte" w:cs="Forte"/>
          <w:sz w:val="44"/>
          <w:szCs w:val="44"/>
        </w:rPr>
      </w:pPr>
      <w:r w:rsidRPr="007F732E">
        <w:rPr>
          <w:rFonts w:ascii="Forte" w:hAnsi="Forte" w:cs="Forte"/>
          <w:sz w:val="44"/>
          <w:szCs w:val="44"/>
        </w:rPr>
        <w:t xml:space="preserve">Instead of a wasting glass you </w:t>
      </w:r>
      <w:bookmarkStart w:id="0" w:name="_GoBack"/>
      <w:bookmarkEnd w:id="0"/>
      <w:r w:rsidRPr="007F732E">
        <w:rPr>
          <w:rFonts w:ascii="Forte" w:hAnsi="Forte" w:cs="Forte"/>
          <w:sz w:val="44"/>
          <w:szCs w:val="44"/>
        </w:rPr>
        <w:t>can refill it with many thing</w:t>
      </w:r>
      <w:r>
        <w:rPr>
          <w:rFonts w:ascii="Forte" w:hAnsi="Forte" w:cs="Forte"/>
          <w:sz w:val="44"/>
          <w:szCs w:val="44"/>
        </w:rPr>
        <w:t xml:space="preserve">s </w:t>
      </w:r>
      <w:r w:rsidRPr="007F732E">
        <w:rPr>
          <w:rFonts w:ascii="Forte" w:hAnsi="Forte" w:cs="Forte"/>
          <w:sz w:val="44"/>
          <w:szCs w:val="44"/>
        </w:rPr>
        <w:t>such as: water, juice</w:t>
      </w:r>
      <w:r>
        <w:rPr>
          <w:rFonts w:ascii="Forte" w:hAnsi="Forte" w:cs="Forte"/>
          <w:sz w:val="44"/>
          <w:szCs w:val="44"/>
        </w:rPr>
        <w:t>, milk, and more liquid items.</w:t>
      </w:r>
    </w:p>
    <w:p w:rsidR="00E76D9C" w:rsidRDefault="00E76D9C" w:rsidP="007F732E">
      <w:pPr>
        <w:pStyle w:val="ListParagraph"/>
        <w:ind w:left="837"/>
        <w:rPr>
          <w:rFonts w:ascii="Forte" w:hAnsi="Forte" w:cs="Forte"/>
          <w:sz w:val="44"/>
          <w:szCs w:val="44"/>
        </w:rPr>
      </w:pPr>
    </w:p>
    <w:p w:rsidR="00E76D9C" w:rsidRPr="000020FF" w:rsidRDefault="00E76D9C" w:rsidP="00B53E06">
      <w:pPr>
        <w:pStyle w:val="ListParagraph"/>
        <w:ind w:left="837"/>
        <w:rPr>
          <w:rFonts w:ascii="Forte" w:hAnsi="Forte" w:cs="Forte"/>
          <w:sz w:val="44"/>
          <w:szCs w:val="44"/>
        </w:rPr>
      </w:pPr>
      <w:hyperlink r:id="rId10" w:history="1">
        <w:r w:rsidRPr="00F014CA">
          <w:rPr>
            <w:rFonts w:ascii="Arial" w:hAnsi="Arial" w:cs="Arial"/>
            <w:noProof/>
            <w:vanish/>
            <w:color w:val="0000FF"/>
            <w:sz w:val="27"/>
            <w:szCs w:val="27"/>
          </w:rPr>
          <w:pict>
            <v:shape id="rg_hi" o:spid="_x0000_i1026" type="#_x0000_t75" alt="http://t0.gstatic.com/images?q=tbn:ANd9GcS7uKCrOheDHj1gBX8ZkcyKNWvtkhMGAj0CSEsqYqtmVMf7IcdD0Q" href="http://www.google.com.qa/imgres?imgurl=http://www.shopaservice.com/articles/wp-content/uploads/glassrecycle.jpg&amp;imgrefurl=http://www.shopaservice.com/articles/glass-recycling-facts-and-measures/&amp;usg=__4_zz6j7_BIJxIF783SR6kCcWLDQ=&amp;h=765&amp;w=764&amp;sz=113&amp;hl=en&amp;start=1&amp;zoom=1&amp;tbnid=0M_ErRj3PrAzJM:&amp;tbnh=142&amp;tbnw=142&amp;ei=F2KlTY7iLYnqrQeW29zyCQ&amp;prev=/images?q=glass+recycle&amp;um=1&amp;hl=en&amp;biw=1003&amp;bih=415&amp;tbm=isch&amp;um=1&amp;itbs" style="width:168pt;height:167.25pt;visibility:visible" o:button="t">
              <v:fill o:detectmouseclick="t"/>
              <v:imagedata r:id="rId9" o:title=""/>
            </v:shape>
          </w:pict>
        </w:r>
      </w:hyperlink>
    </w:p>
    <w:sectPr w:rsidR="00E76D9C" w:rsidRPr="000020FF" w:rsidSect="000D7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D9C" w:rsidRDefault="00E76D9C" w:rsidP="007F732E">
      <w:pPr>
        <w:spacing w:after="0" w:line="240" w:lineRule="auto"/>
      </w:pPr>
      <w:r>
        <w:separator/>
      </w:r>
    </w:p>
  </w:endnote>
  <w:endnote w:type="continuationSeparator" w:id="0">
    <w:p w:rsidR="00E76D9C" w:rsidRDefault="00E76D9C" w:rsidP="007F7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D9C" w:rsidRDefault="00E76D9C" w:rsidP="007F732E">
      <w:pPr>
        <w:spacing w:after="0" w:line="240" w:lineRule="auto"/>
      </w:pPr>
      <w:r>
        <w:separator/>
      </w:r>
    </w:p>
  </w:footnote>
  <w:footnote w:type="continuationSeparator" w:id="0">
    <w:p w:rsidR="00E76D9C" w:rsidRDefault="00E76D9C" w:rsidP="007F73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AA"/>
    <w:multiLevelType w:val="hybridMultilevel"/>
    <w:tmpl w:val="6FB4B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A691B19"/>
    <w:multiLevelType w:val="hybridMultilevel"/>
    <w:tmpl w:val="6BD2C888"/>
    <w:lvl w:ilvl="0" w:tplc="04090001">
      <w:start w:val="1"/>
      <w:numFmt w:val="bullet"/>
      <w:lvlText w:val=""/>
      <w:lvlJc w:val="left"/>
      <w:pPr>
        <w:ind w:left="837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77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997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37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157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97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20FF"/>
    <w:rsid w:val="000020FF"/>
    <w:rsid w:val="000D74F6"/>
    <w:rsid w:val="00153376"/>
    <w:rsid w:val="002A4154"/>
    <w:rsid w:val="002D4319"/>
    <w:rsid w:val="004F47CA"/>
    <w:rsid w:val="00775003"/>
    <w:rsid w:val="007F732E"/>
    <w:rsid w:val="009118A6"/>
    <w:rsid w:val="00A218AB"/>
    <w:rsid w:val="00B53E06"/>
    <w:rsid w:val="00B563DB"/>
    <w:rsid w:val="00E44F2F"/>
    <w:rsid w:val="00E76D9C"/>
    <w:rsid w:val="00F01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4F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020F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911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18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7F732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F732E"/>
  </w:style>
  <w:style w:type="paragraph" w:styleId="Footer">
    <w:name w:val="footer"/>
    <w:basedOn w:val="Normal"/>
    <w:link w:val="FooterChar"/>
    <w:uiPriority w:val="99"/>
    <w:semiHidden/>
    <w:rsid w:val="007F732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F73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qa/imgres?imgurl=http://www.shopaservice.com/articles/wp-content/uploads/glassrecycle.jpg&amp;imgrefurl=http://www.shopaservice.com/articles/glass-recycling-facts-and-measures/&amp;usg=__4_zz6j7_BIJxIF783SR6kCcWLDQ=&amp;h=765&amp;w=764&amp;sz=113&amp;hl=en&amp;start=1&amp;zoom=1&amp;tbnid=0M_ErRj3PrAzJM:&amp;tbnh=142&amp;tbnw=142&amp;ei=F2KlTY7iLYnqrQeW29zyCQ&amp;prev=/images?q=glass+recycle&amp;um=1&amp;hl=en&amp;biw=1003&amp;bih=415&amp;tbm=isch&amp;um=1&amp;itbs=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ogle.com.qa/imgres?imgurl=http://www.shopaservice.com/articles/wp-content/uploads/glassrecycle.jpg&amp;imgrefurl=http://www.shopaservice.com/articles/glass-recycling-facts-and-measures/&amp;usg=__4_zz6j7_BIJxIF783SR6kCcWLDQ=&amp;h=765&amp;w=764&amp;sz=113&amp;hl=en&amp;start=1&amp;zoom=1&amp;tbnid=0M_ErRj3PrAzJM:&amp;tbnh=142&amp;tbnw=142&amp;ei=F2KlTY7iLYnqrQeW29zyCQ&amp;prev=/images?q=glass+recycle&amp;um=1&amp;hl=en&amp;biw=1003&amp;bih=415&amp;tbm=isch&amp;um=1&amp;itbs=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216</Words>
  <Characters>1232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saif</cp:lastModifiedBy>
  <cp:revision>4</cp:revision>
  <dcterms:created xsi:type="dcterms:W3CDTF">2011-04-13T10:47:00Z</dcterms:created>
  <dcterms:modified xsi:type="dcterms:W3CDTF">2011-04-23T11:48:00Z</dcterms:modified>
</cp:coreProperties>
</file>